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4D" w:rsidRPr="004725A2" w:rsidRDefault="00861D4D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</w:t>
      </w:r>
    </w:p>
    <w:p w:rsidR="00861D4D" w:rsidRPr="004725A2" w:rsidRDefault="00861D4D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861D4D" w:rsidRDefault="00861D4D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Батаевский сельсовет</w:t>
      </w:r>
    </w:p>
    <w:p w:rsidR="00861D4D" w:rsidRPr="004725A2" w:rsidRDefault="00861D4D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>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861D4D" w:rsidRPr="004725A2" w:rsidRDefault="00861D4D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№6     от 24.12.2024    </w:t>
      </w:r>
    </w:p>
    <w:p w:rsidR="00861D4D" w:rsidRPr="004725A2" w:rsidRDefault="00861D4D" w:rsidP="00B85F50">
      <w:pPr>
        <w:rPr>
          <w:b/>
          <w:sz w:val="28"/>
          <w:szCs w:val="28"/>
        </w:rPr>
      </w:pPr>
    </w:p>
    <w:p w:rsidR="00861D4D" w:rsidRPr="004725A2" w:rsidRDefault="00861D4D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861D4D" w:rsidRPr="004725A2" w:rsidRDefault="00861D4D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861D4D" w:rsidRPr="00733BCC" w:rsidRDefault="00861D4D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861D4D" w:rsidRPr="00733BCC" w:rsidRDefault="00861D4D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«Сельское поселение Батаевский</w:t>
      </w:r>
      <w:r w:rsidRPr="00E66139">
        <w:rPr>
          <w:b/>
          <w:sz w:val="28"/>
          <w:szCs w:val="28"/>
        </w:rPr>
        <w:t xml:space="preserve">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861D4D" w:rsidRPr="00733BCC" w:rsidRDefault="00861D4D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861D4D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1D4D" w:rsidRPr="00733BCC" w:rsidRDefault="00861D4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61D4D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1D4D" w:rsidRPr="00733BCC" w:rsidRDefault="00861D4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861D4D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4D" w:rsidRPr="00733BCC" w:rsidRDefault="00861D4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1D4D" w:rsidRPr="00733BCC" w:rsidRDefault="00861D4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861D4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1D4D" w:rsidRPr="00733BCC" w:rsidRDefault="00861D4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D4D" w:rsidRPr="00733BCC" w:rsidRDefault="00861D4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861D4D" w:rsidRDefault="00861D4D" w:rsidP="00727979"/>
    <w:p w:rsidR="00861D4D" w:rsidRDefault="00861D4D" w:rsidP="00727979"/>
    <w:p w:rsidR="00861D4D" w:rsidRPr="00733BCC" w:rsidRDefault="00861D4D" w:rsidP="00727979">
      <w:r>
        <w:t>Верно:</w:t>
      </w:r>
    </w:p>
    <w:sectPr w:rsidR="00861D4D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4D" w:rsidRDefault="00861D4D" w:rsidP="00B85F50">
      <w:r>
        <w:separator/>
      </w:r>
    </w:p>
  </w:endnote>
  <w:endnote w:type="continuationSeparator" w:id="0">
    <w:p w:rsidR="00861D4D" w:rsidRDefault="00861D4D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4D" w:rsidRDefault="00861D4D" w:rsidP="00B85F50">
      <w:r>
        <w:separator/>
      </w:r>
    </w:p>
  </w:footnote>
  <w:footnote w:type="continuationSeparator" w:id="0">
    <w:p w:rsidR="00861D4D" w:rsidRDefault="00861D4D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D4D" w:rsidRDefault="00861D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7563E"/>
    <w:rsid w:val="000A19F3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50F01"/>
    <w:rsid w:val="001A3450"/>
    <w:rsid w:val="001B3BAA"/>
    <w:rsid w:val="001E2493"/>
    <w:rsid w:val="001E72F7"/>
    <w:rsid w:val="00215DCA"/>
    <w:rsid w:val="00272326"/>
    <w:rsid w:val="00277839"/>
    <w:rsid w:val="002D392C"/>
    <w:rsid w:val="00320565"/>
    <w:rsid w:val="0035514D"/>
    <w:rsid w:val="003A5486"/>
    <w:rsid w:val="003B41D3"/>
    <w:rsid w:val="003B5FC1"/>
    <w:rsid w:val="003D7CFE"/>
    <w:rsid w:val="0040589B"/>
    <w:rsid w:val="00420505"/>
    <w:rsid w:val="00443233"/>
    <w:rsid w:val="00461E64"/>
    <w:rsid w:val="004725A2"/>
    <w:rsid w:val="00484E8E"/>
    <w:rsid w:val="0058017E"/>
    <w:rsid w:val="00581385"/>
    <w:rsid w:val="005A32EA"/>
    <w:rsid w:val="005A5E85"/>
    <w:rsid w:val="005D4727"/>
    <w:rsid w:val="005F029A"/>
    <w:rsid w:val="00604568"/>
    <w:rsid w:val="006A4DAD"/>
    <w:rsid w:val="006F176E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1D4D"/>
    <w:rsid w:val="0086707A"/>
    <w:rsid w:val="00870118"/>
    <w:rsid w:val="008922EA"/>
    <w:rsid w:val="00893786"/>
    <w:rsid w:val="008C4C79"/>
    <w:rsid w:val="00964FE9"/>
    <w:rsid w:val="009720C9"/>
    <w:rsid w:val="009B2E6E"/>
    <w:rsid w:val="009B3701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D5AEB"/>
    <w:rsid w:val="00AE3E8B"/>
    <w:rsid w:val="00B12167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C0128E"/>
    <w:rsid w:val="00C236F8"/>
    <w:rsid w:val="00C4374B"/>
    <w:rsid w:val="00C63D11"/>
    <w:rsid w:val="00C756A3"/>
    <w:rsid w:val="00C85A7A"/>
    <w:rsid w:val="00CA462A"/>
    <w:rsid w:val="00D24245"/>
    <w:rsid w:val="00D42F0D"/>
    <w:rsid w:val="00D5145A"/>
    <w:rsid w:val="00D75970"/>
    <w:rsid w:val="00DE3855"/>
    <w:rsid w:val="00DF5FE1"/>
    <w:rsid w:val="00E66139"/>
    <w:rsid w:val="00EE7805"/>
    <w:rsid w:val="00EF3E28"/>
    <w:rsid w:val="00F028D4"/>
    <w:rsid w:val="00F03F01"/>
    <w:rsid w:val="00F04896"/>
    <w:rsid w:val="00F12254"/>
    <w:rsid w:val="00F17C75"/>
    <w:rsid w:val="00F543BE"/>
    <w:rsid w:val="00F72723"/>
    <w:rsid w:val="00F84FBF"/>
    <w:rsid w:val="00FB06E1"/>
    <w:rsid w:val="00FB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3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183</Words>
  <Characters>1046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29</cp:revision>
  <cp:lastPrinted>2024-12-25T04:24:00Z</cp:lastPrinted>
  <dcterms:created xsi:type="dcterms:W3CDTF">2015-11-17T11:45:00Z</dcterms:created>
  <dcterms:modified xsi:type="dcterms:W3CDTF">2024-12-25T04:24:00Z</dcterms:modified>
</cp:coreProperties>
</file>